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47" w:rsidRDefault="00FC7B47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</w:p>
    <w:p w:rsidR="00FC7B47" w:rsidRDefault="00FC7B47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</w:p>
    <w:p w:rsidR="00FC7B47" w:rsidRDefault="00FC7B47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</w:p>
    <w:p w:rsidR="00FC7B47" w:rsidRDefault="00FC7B47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</w:p>
    <w:p w:rsidR="00FC7B47" w:rsidRPr="00D4586D" w:rsidRDefault="00FC7B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C7B47" w:rsidRPr="00D4586D" w:rsidRDefault="00FC7B47" w:rsidP="00506F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4586D"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2 </w:t>
      </w:r>
      <w:hyperlink r:id="rId6" w:history="1">
        <w:r w:rsidRPr="00D4586D">
          <w:rPr>
            <w:rFonts w:ascii="Times New Roman" w:hAnsi="Times New Roman" w:cs="Times New Roman"/>
            <w:color w:val="000000"/>
            <w:sz w:val="28"/>
            <w:szCs w:val="28"/>
          </w:rPr>
          <w:t>Закон</w:t>
        </w:r>
      </w:hyperlink>
      <w:r w:rsidRPr="00D4586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4586D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</w:p>
    <w:p w:rsidR="00FC7B47" w:rsidRPr="00D4586D" w:rsidRDefault="00FC7B47" w:rsidP="00506F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4586D">
        <w:rPr>
          <w:rFonts w:ascii="Times New Roman" w:hAnsi="Times New Roman" w:cs="Times New Roman"/>
          <w:sz w:val="28"/>
          <w:szCs w:val="28"/>
        </w:rPr>
        <w:t xml:space="preserve">«О порядке осуществления регионального государственного контроля </w:t>
      </w:r>
    </w:p>
    <w:p w:rsidR="00FC7B47" w:rsidRPr="00D4586D" w:rsidRDefault="00FC7B47" w:rsidP="00506F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4586D">
        <w:rPr>
          <w:rFonts w:ascii="Times New Roman" w:hAnsi="Times New Roman" w:cs="Times New Roman"/>
          <w:sz w:val="28"/>
          <w:szCs w:val="28"/>
        </w:rPr>
        <w:t>в сфере перевозок пассажиров и багажа легковым такси на территории Ульяновской области»</w:t>
      </w:r>
    </w:p>
    <w:p w:rsidR="00FC7B47" w:rsidRPr="00D4586D" w:rsidRDefault="00FC7B47" w:rsidP="00506F7E">
      <w:pPr>
        <w:pStyle w:val="ConsPlusTitle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C7B47" w:rsidRPr="00D4586D" w:rsidRDefault="00FC7B47" w:rsidP="00506F7E">
      <w:pPr>
        <w:pStyle w:val="ConsPlusTitle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C7B47" w:rsidRPr="00D4586D" w:rsidRDefault="00FC7B47" w:rsidP="00506F7E">
      <w:pPr>
        <w:pStyle w:val="Heading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FC7B47" w:rsidRDefault="00FC7B47" w:rsidP="00506F7E">
      <w:pPr>
        <w:rPr>
          <w:rFonts w:ascii="Times New Roman" w:hAnsi="Times New Roman"/>
          <w:sz w:val="28"/>
          <w:szCs w:val="28"/>
        </w:rPr>
      </w:pPr>
    </w:p>
    <w:p w:rsidR="00FC7B47" w:rsidRPr="00D4586D" w:rsidRDefault="00FC7B47" w:rsidP="00506F7E">
      <w:pPr>
        <w:rPr>
          <w:rFonts w:ascii="Times New Roman" w:hAnsi="Times New Roman"/>
          <w:sz w:val="28"/>
          <w:szCs w:val="28"/>
        </w:rPr>
      </w:pPr>
    </w:p>
    <w:p w:rsidR="00FC7B47" w:rsidRPr="00D4586D" w:rsidRDefault="00FC7B47" w:rsidP="00D458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586D">
        <w:rPr>
          <w:rFonts w:ascii="Times New Roman" w:hAnsi="Times New Roman"/>
          <w:sz w:val="28"/>
          <w:szCs w:val="28"/>
        </w:rPr>
        <w:t xml:space="preserve">Внести в </w:t>
      </w:r>
      <w:hyperlink r:id="rId7" w:history="1">
        <w:r w:rsidRPr="00D4586D">
          <w:rPr>
            <w:rFonts w:ascii="Times New Roman" w:hAnsi="Times New Roman"/>
            <w:color w:val="000000"/>
            <w:sz w:val="28"/>
            <w:szCs w:val="28"/>
          </w:rPr>
          <w:t>статью</w:t>
        </w:r>
      </w:hyperlink>
      <w:r w:rsidRPr="00D4586D">
        <w:rPr>
          <w:sz w:val="28"/>
          <w:szCs w:val="28"/>
        </w:rPr>
        <w:t xml:space="preserve"> </w:t>
      </w:r>
      <w:r w:rsidRPr="00D4586D">
        <w:rPr>
          <w:rFonts w:ascii="Times New Roman" w:hAnsi="Times New Roman"/>
          <w:color w:val="000000"/>
          <w:sz w:val="28"/>
          <w:szCs w:val="28"/>
        </w:rPr>
        <w:t xml:space="preserve">2 </w:t>
      </w:r>
      <w:hyperlink r:id="rId8" w:history="1">
        <w:r w:rsidRPr="00D4586D">
          <w:rPr>
            <w:rFonts w:ascii="Times New Roman" w:hAnsi="Times New Roman"/>
            <w:color w:val="000000"/>
            <w:sz w:val="28"/>
            <w:szCs w:val="28"/>
          </w:rPr>
          <w:t>Закон</w:t>
        </w:r>
      </w:hyperlink>
      <w:r w:rsidRPr="00D4586D">
        <w:rPr>
          <w:rFonts w:ascii="Times New Roman" w:hAnsi="Times New Roman"/>
          <w:color w:val="000000"/>
          <w:sz w:val="28"/>
          <w:szCs w:val="28"/>
        </w:rPr>
        <w:t>а</w:t>
      </w:r>
      <w:r w:rsidRPr="00D4586D">
        <w:rPr>
          <w:rFonts w:ascii="Times New Roman" w:hAnsi="Times New Roman"/>
          <w:sz w:val="28"/>
          <w:szCs w:val="28"/>
        </w:rPr>
        <w:t xml:space="preserve"> Ульяновской области от 30 ноября 2011 года                   № 206-ЗО «О порядке осуществления регионального государственного контроля </w:t>
      </w:r>
      <w:r>
        <w:rPr>
          <w:rFonts w:ascii="Times New Roman" w:hAnsi="Times New Roman"/>
          <w:sz w:val="28"/>
          <w:szCs w:val="28"/>
        </w:rPr>
        <w:br/>
      </w:r>
      <w:r w:rsidRPr="00D4586D">
        <w:rPr>
          <w:rFonts w:ascii="Times New Roman" w:hAnsi="Times New Roman"/>
          <w:sz w:val="28"/>
          <w:szCs w:val="28"/>
        </w:rPr>
        <w:t xml:space="preserve">в сфере перевозок пассажиров и багажа легковым такси на территории Ульяновской области» («Ульяновская правда» от 07.12.2011 № 138; от 24.07.2012 № 78) изменение, </w:t>
      </w:r>
      <w:r w:rsidRPr="00D4586D">
        <w:rPr>
          <w:rFonts w:ascii="Times New Roman" w:hAnsi="Times New Roman"/>
          <w:color w:val="000000"/>
          <w:sz w:val="28"/>
          <w:szCs w:val="28"/>
        </w:rPr>
        <w:t>заменив в ней слова «в сфере промышленности, транспорта и дорожного хозяйства» словами «на то Правительством Ульяновской области».</w:t>
      </w:r>
    </w:p>
    <w:p w:rsidR="00FC7B47" w:rsidRPr="00D4586D" w:rsidRDefault="00FC7B47" w:rsidP="00D4586D">
      <w:pPr>
        <w:pStyle w:val="ConsPlusTitle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7B47" w:rsidRPr="00D4586D" w:rsidRDefault="00FC7B47" w:rsidP="00D4586D">
      <w:pPr>
        <w:spacing w:line="240" w:lineRule="auto"/>
        <w:rPr>
          <w:sz w:val="28"/>
          <w:szCs w:val="28"/>
        </w:rPr>
      </w:pPr>
    </w:p>
    <w:p w:rsidR="00FC7B47" w:rsidRPr="00D4586D" w:rsidRDefault="00FC7B47" w:rsidP="00D4586D">
      <w:pPr>
        <w:pStyle w:val="BodyTextIndent"/>
        <w:rPr>
          <w:szCs w:val="28"/>
        </w:rPr>
      </w:pPr>
    </w:p>
    <w:p w:rsidR="00FC7B47" w:rsidRPr="00D4586D" w:rsidRDefault="00FC7B47" w:rsidP="00D4586D">
      <w:pPr>
        <w:pStyle w:val="NormalWe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spacing w:before="0" w:beforeAutospacing="0" w:after="0" w:afterAutospacing="0"/>
        <w:rPr>
          <w:b/>
          <w:sz w:val="28"/>
          <w:szCs w:val="28"/>
        </w:rPr>
      </w:pPr>
      <w:r w:rsidRPr="00D4586D">
        <w:rPr>
          <w:b/>
          <w:sz w:val="28"/>
          <w:szCs w:val="28"/>
        </w:rPr>
        <w:t xml:space="preserve">Губернатор Ульяновской области         </w:t>
      </w:r>
      <w:r w:rsidRPr="00D4586D">
        <w:rPr>
          <w:b/>
          <w:sz w:val="28"/>
          <w:szCs w:val="28"/>
        </w:rPr>
        <w:tab/>
      </w:r>
      <w:r w:rsidRPr="00D4586D">
        <w:rPr>
          <w:b/>
          <w:sz w:val="28"/>
          <w:szCs w:val="28"/>
        </w:rPr>
        <w:tab/>
      </w:r>
      <w:r w:rsidRPr="00D4586D">
        <w:rPr>
          <w:b/>
          <w:sz w:val="28"/>
          <w:szCs w:val="28"/>
        </w:rPr>
        <w:tab/>
        <w:t xml:space="preserve">              </w:t>
      </w:r>
      <w:r>
        <w:rPr>
          <w:b/>
          <w:sz w:val="28"/>
          <w:szCs w:val="28"/>
        </w:rPr>
        <w:t xml:space="preserve">  </w:t>
      </w:r>
      <w:r w:rsidRPr="00D4586D">
        <w:rPr>
          <w:b/>
          <w:sz w:val="28"/>
          <w:szCs w:val="28"/>
        </w:rPr>
        <w:t xml:space="preserve">          С.И.Морозов</w:t>
      </w:r>
      <w:r>
        <w:rPr>
          <w:b/>
          <w:sz w:val="28"/>
          <w:szCs w:val="28"/>
        </w:rPr>
        <w:tab/>
      </w:r>
    </w:p>
    <w:p w:rsidR="00FC7B47" w:rsidRDefault="00FC7B47" w:rsidP="00D4586D">
      <w:pPr>
        <w:pStyle w:val="NormalWe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FC7B47" w:rsidRPr="00D4586D" w:rsidRDefault="00FC7B47" w:rsidP="00D4586D">
      <w:pPr>
        <w:pStyle w:val="NormalWe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FC7B47" w:rsidRPr="00D4586D" w:rsidRDefault="00FC7B47" w:rsidP="00D4586D">
      <w:pPr>
        <w:pStyle w:val="NormalWeb"/>
        <w:tabs>
          <w:tab w:val="left" w:pos="1125"/>
        </w:tabs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bookmarkEnd w:id="0"/>
    </w:p>
    <w:p w:rsidR="00FC7B47" w:rsidRPr="00D4586D" w:rsidRDefault="00FC7B47" w:rsidP="00D4586D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  <w:r w:rsidRPr="00D4586D">
        <w:rPr>
          <w:sz w:val="28"/>
          <w:szCs w:val="28"/>
        </w:rPr>
        <w:t>г. Ульяновск</w:t>
      </w:r>
    </w:p>
    <w:p w:rsidR="00FC7B47" w:rsidRPr="00D4586D" w:rsidRDefault="00FC7B47" w:rsidP="00D4586D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  <w:r w:rsidRPr="00D4586D">
        <w:rPr>
          <w:sz w:val="28"/>
          <w:szCs w:val="28"/>
        </w:rPr>
        <w:t>___ ____________2012 г.</w:t>
      </w:r>
    </w:p>
    <w:p w:rsidR="00FC7B47" w:rsidRPr="00D4586D" w:rsidRDefault="00FC7B47" w:rsidP="00D4586D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  <w:r w:rsidRPr="00D4586D">
        <w:rPr>
          <w:sz w:val="28"/>
          <w:szCs w:val="28"/>
        </w:rPr>
        <w:t>№____-ЗО</w:t>
      </w:r>
    </w:p>
    <w:sectPr w:rsidR="00FC7B47" w:rsidRPr="00D4586D" w:rsidSect="00D4586D">
      <w:footerReference w:type="default" r:id="rId9"/>
      <w:pgSz w:w="11906" w:h="16838"/>
      <w:pgMar w:top="1134" w:right="624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B47" w:rsidRDefault="00FC7B47">
      <w:r>
        <w:separator/>
      </w:r>
    </w:p>
  </w:endnote>
  <w:endnote w:type="continuationSeparator" w:id="0">
    <w:p w:rsidR="00FC7B47" w:rsidRDefault="00FC7B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B47" w:rsidRPr="00B62560" w:rsidRDefault="00FC7B47" w:rsidP="00B62560">
    <w:pPr>
      <w:pStyle w:val="Footer"/>
      <w:spacing w:after="0" w:line="240" w:lineRule="auto"/>
      <w:jc w:val="right"/>
      <w:rPr>
        <w:rFonts w:ascii="Times New Roman" w:hAnsi="Times New Roman"/>
        <w:sz w:val="16"/>
        <w:szCs w:val="16"/>
      </w:rPr>
    </w:pPr>
    <w:r w:rsidRPr="00B62560">
      <w:rPr>
        <w:rFonts w:ascii="Times New Roman" w:hAnsi="Times New Roman"/>
        <w:sz w:val="16"/>
        <w:szCs w:val="16"/>
      </w:rPr>
      <w:t>1212ам1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B47" w:rsidRDefault="00FC7B47">
      <w:r>
        <w:separator/>
      </w:r>
    </w:p>
  </w:footnote>
  <w:footnote w:type="continuationSeparator" w:id="0">
    <w:p w:rsidR="00FC7B47" w:rsidRDefault="00FC7B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7B97"/>
    <w:rsid w:val="00000996"/>
    <w:rsid w:val="00001171"/>
    <w:rsid w:val="000052F8"/>
    <w:rsid w:val="00006B28"/>
    <w:rsid w:val="00015120"/>
    <w:rsid w:val="00015597"/>
    <w:rsid w:val="00015AA4"/>
    <w:rsid w:val="0001606A"/>
    <w:rsid w:val="000231D6"/>
    <w:rsid w:val="0002348F"/>
    <w:rsid w:val="0002349D"/>
    <w:rsid w:val="000237DF"/>
    <w:rsid w:val="00024047"/>
    <w:rsid w:val="00024243"/>
    <w:rsid w:val="00024F8D"/>
    <w:rsid w:val="000268B4"/>
    <w:rsid w:val="00027E73"/>
    <w:rsid w:val="00030235"/>
    <w:rsid w:val="000309C5"/>
    <w:rsid w:val="00033D04"/>
    <w:rsid w:val="000355E8"/>
    <w:rsid w:val="00035DFB"/>
    <w:rsid w:val="000401D6"/>
    <w:rsid w:val="0004040D"/>
    <w:rsid w:val="00040774"/>
    <w:rsid w:val="000427AA"/>
    <w:rsid w:val="00044028"/>
    <w:rsid w:val="00044FDD"/>
    <w:rsid w:val="00045ABB"/>
    <w:rsid w:val="00047F32"/>
    <w:rsid w:val="000502B9"/>
    <w:rsid w:val="00051642"/>
    <w:rsid w:val="00052B21"/>
    <w:rsid w:val="0005311F"/>
    <w:rsid w:val="000549C0"/>
    <w:rsid w:val="00056005"/>
    <w:rsid w:val="00062BD0"/>
    <w:rsid w:val="00063885"/>
    <w:rsid w:val="0006415B"/>
    <w:rsid w:val="0006479A"/>
    <w:rsid w:val="00065635"/>
    <w:rsid w:val="00065E5D"/>
    <w:rsid w:val="000664A6"/>
    <w:rsid w:val="0006688B"/>
    <w:rsid w:val="00066DBE"/>
    <w:rsid w:val="0007081C"/>
    <w:rsid w:val="00072F69"/>
    <w:rsid w:val="00073A0B"/>
    <w:rsid w:val="00080EAD"/>
    <w:rsid w:val="00083883"/>
    <w:rsid w:val="00083ACF"/>
    <w:rsid w:val="00083CB8"/>
    <w:rsid w:val="000845B9"/>
    <w:rsid w:val="000852A8"/>
    <w:rsid w:val="00090CE2"/>
    <w:rsid w:val="0009275F"/>
    <w:rsid w:val="000928EA"/>
    <w:rsid w:val="0009332A"/>
    <w:rsid w:val="00094700"/>
    <w:rsid w:val="000964A2"/>
    <w:rsid w:val="00096697"/>
    <w:rsid w:val="000A38BD"/>
    <w:rsid w:val="000A5119"/>
    <w:rsid w:val="000A7131"/>
    <w:rsid w:val="000A723E"/>
    <w:rsid w:val="000B2322"/>
    <w:rsid w:val="000B3963"/>
    <w:rsid w:val="000B45AF"/>
    <w:rsid w:val="000B6AFB"/>
    <w:rsid w:val="000B7063"/>
    <w:rsid w:val="000C0A70"/>
    <w:rsid w:val="000C1353"/>
    <w:rsid w:val="000C1924"/>
    <w:rsid w:val="000C2FF3"/>
    <w:rsid w:val="000C5445"/>
    <w:rsid w:val="000D667A"/>
    <w:rsid w:val="000D7610"/>
    <w:rsid w:val="000E3295"/>
    <w:rsid w:val="000E5099"/>
    <w:rsid w:val="000E5A17"/>
    <w:rsid w:val="000E723A"/>
    <w:rsid w:val="000E7B97"/>
    <w:rsid w:val="000F0128"/>
    <w:rsid w:val="000F02EE"/>
    <w:rsid w:val="000F0580"/>
    <w:rsid w:val="000F1749"/>
    <w:rsid w:val="000F3635"/>
    <w:rsid w:val="000F37CB"/>
    <w:rsid w:val="000F3C88"/>
    <w:rsid w:val="000F3EF8"/>
    <w:rsid w:val="000F3F63"/>
    <w:rsid w:val="000F521D"/>
    <w:rsid w:val="000F55C3"/>
    <w:rsid w:val="000F5600"/>
    <w:rsid w:val="000F5CBB"/>
    <w:rsid w:val="000F5D12"/>
    <w:rsid w:val="00100491"/>
    <w:rsid w:val="00103A87"/>
    <w:rsid w:val="0010420A"/>
    <w:rsid w:val="00105506"/>
    <w:rsid w:val="0010649A"/>
    <w:rsid w:val="00106DC8"/>
    <w:rsid w:val="00110AA6"/>
    <w:rsid w:val="001121F5"/>
    <w:rsid w:val="00112B64"/>
    <w:rsid w:val="001134B9"/>
    <w:rsid w:val="00113E8E"/>
    <w:rsid w:val="00113F8D"/>
    <w:rsid w:val="0011458F"/>
    <w:rsid w:val="001179AD"/>
    <w:rsid w:val="00117CBC"/>
    <w:rsid w:val="00120729"/>
    <w:rsid w:val="001221D2"/>
    <w:rsid w:val="00123C5C"/>
    <w:rsid w:val="001265EA"/>
    <w:rsid w:val="00126617"/>
    <w:rsid w:val="0012674D"/>
    <w:rsid w:val="0012696B"/>
    <w:rsid w:val="00131DF6"/>
    <w:rsid w:val="00133EE3"/>
    <w:rsid w:val="00134B6D"/>
    <w:rsid w:val="001350E1"/>
    <w:rsid w:val="00136374"/>
    <w:rsid w:val="00140210"/>
    <w:rsid w:val="0014055E"/>
    <w:rsid w:val="001422D9"/>
    <w:rsid w:val="00143D36"/>
    <w:rsid w:val="00144AC5"/>
    <w:rsid w:val="0014592A"/>
    <w:rsid w:val="001466E9"/>
    <w:rsid w:val="001475CE"/>
    <w:rsid w:val="00154000"/>
    <w:rsid w:val="0015525E"/>
    <w:rsid w:val="00156041"/>
    <w:rsid w:val="0015692D"/>
    <w:rsid w:val="00156D5D"/>
    <w:rsid w:val="001579C0"/>
    <w:rsid w:val="001656D4"/>
    <w:rsid w:val="001666A0"/>
    <w:rsid w:val="0016703C"/>
    <w:rsid w:val="001677BB"/>
    <w:rsid w:val="00167865"/>
    <w:rsid w:val="00167FCF"/>
    <w:rsid w:val="0017204F"/>
    <w:rsid w:val="00172532"/>
    <w:rsid w:val="001762EE"/>
    <w:rsid w:val="001765CE"/>
    <w:rsid w:val="0017799F"/>
    <w:rsid w:val="00177D9E"/>
    <w:rsid w:val="00182586"/>
    <w:rsid w:val="00182931"/>
    <w:rsid w:val="001839B2"/>
    <w:rsid w:val="0018434F"/>
    <w:rsid w:val="001870D9"/>
    <w:rsid w:val="001904BF"/>
    <w:rsid w:val="00190D21"/>
    <w:rsid w:val="001A0754"/>
    <w:rsid w:val="001A0B6F"/>
    <w:rsid w:val="001A1A8B"/>
    <w:rsid w:val="001A2975"/>
    <w:rsid w:val="001A36C2"/>
    <w:rsid w:val="001A3AF6"/>
    <w:rsid w:val="001A3FEC"/>
    <w:rsid w:val="001A4D08"/>
    <w:rsid w:val="001A536F"/>
    <w:rsid w:val="001A682B"/>
    <w:rsid w:val="001B2D1E"/>
    <w:rsid w:val="001B3BD5"/>
    <w:rsid w:val="001B458C"/>
    <w:rsid w:val="001B4A4D"/>
    <w:rsid w:val="001C19B1"/>
    <w:rsid w:val="001C2A95"/>
    <w:rsid w:val="001C5002"/>
    <w:rsid w:val="001C69A5"/>
    <w:rsid w:val="001C7614"/>
    <w:rsid w:val="001D306D"/>
    <w:rsid w:val="001D3AAD"/>
    <w:rsid w:val="001D509F"/>
    <w:rsid w:val="001D5418"/>
    <w:rsid w:val="001D7629"/>
    <w:rsid w:val="001D7E64"/>
    <w:rsid w:val="001D7F69"/>
    <w:rsid w:val="001E039A"/>
    <w:rsid w:val="001E3EE1"/>
    <w:rsid w:val="001F3078"/>
    <w:rsid w:val="001F4518"/>
    <w:rsid w:val="001F550B"/>
    <w:rsid w:val="001F5667"/>
    <w:rsid w:val="00200385"/>
    <w:rsid w:val="00201935"/>
    <w:rsid w:val="00204DDB"/>
    <w:rsid w:val="00205738"/>
    <w:rsid w:val="00205C56"/>
    <w:rsid w:val="00206280"/>
    <w:rsid w:val="002101D7"/>
    <w:rsid w:val="00211530"/>
    <w:rsid w:val="00211627"/>
    <w:rsid w:val="002131C6"/>
    <w:rsid w:val="0021326B"/>
    <w:rsid w:val="00214E88"/>
    <w:rsid w:val="00215A11"/>
    <w:rsid w:val="00215B40"/>
    <w:rsid w:val="002165DE"/>
    <w:rsid w:val="0021693E"/>
    <w:rsid w:val="00216E53"/>
    <w:rsid w:val="0022218F"/>
    <w:rsid w:val="0022584C"/>
    <w:rsid w:val="002268C9"/>
    <w:rsid w:val="002309E5"/>
    <w:rsid w:val="00232558"/>
    <w:rsid w:val="0023265E"/>
    <w:rsid w:val="00233BE3"/>
    <w:rsid w:val="002377AF"/>
    <w:rsid w:val="0024194E"/>
    <w:rsid w:val="00242733"/>
    <w:rsid w:val="00243312"/>
    <w:rsid w:val="00253931"/>
    <w:rsid w:val="00257131"/>
    <w:rsid w:val="0026010E"/>
    <w:rsid w:val="00260176"/>
    <w:rsid w:val="0026074D"/>
    <w:rsid w:val="00261522"/>
    <w:rsid w:val="00263E5C"/>
    <w:rsid w:val="00265869"/>
    <w:rsid w:val="00267DC1"/>
    <w:rsid w:val="002722D6"/>
    <w:rsid w:val="00272702"/>
    <w:rsid w:val="00275CAF"/>
    <w:rsid w:val="00275DB1"/>
    <w:rsid w:val="0027708B"/>
    <w:rsid w:val="0028387C"/>
    <w:rsid w:val="002855B8"/>
    <w:rsid w:val="00286E14"/>
    <w:rsid w:val="00290382"/>
    <w:rsid w:val="00291E57"/>
    <w:rsid w:val="002928D3"/>
    <w:rsid w:val="00294262"/>
    <w:rsid w:val="002965E4"/>
    <w:rsid w:val="00297EBF"/>
    <w:rsid w:val="002A01E7"/>
    <w:rsid w:val="002A1A6A"/>
    <w:rsid w:val="002A4515"/>
    <w:rsid w:val="002A4A3E"/>
    <w:rsid w:val="002A4A40"/>
    <w:rsid w:val="002A537D"/>
    <w:rsid w:val="002A5D97"/>
    <w:rsid w:val="002A6A95"/>
    <w:rsid w:val="002B09B1"/>
    <w:rsid w:val="002B1620"/>
    <w:rsid w:val="002B35CA"/>
    <w:rsid w:val="002B7CEA"/>
    <w:rsid w:val="002C02F2"/>
    <w:rsid w:val="002C0CEE"/>
    <w:rsid w:val="002C2051"/>
    <w:rsid w:val="002C2A3B"/>
    <w:rsid w:val="002C2C00"/>
    <w:rsid w:val="002C30F6"/>
    <w:rsid w:val="002C3BDD"/>
    <w:rsid w:val="002C6E83"/>
    <w:rsid w:val="002C7209"/>
    <w:rsid w:val="002D084E"/>
    <w:rsid w:val="002D4089"/>
    <w:rsid w:val="002D7113"/>
    <w:rsid w:val="002D7735"/>
    <w:rsid w:val="002E227D"/>
    <w:rsid w:val="002E3A71"/>
    <w:rsid w:val="002E3F6F"/>
    <w:rsid w:val="002F06A5"/>
    <w:rsid w:val="002F0802"/>
    <w:rsid w:val="002F1055"/>
    <w:rsid w:val="002F1465"/>
    <w:rsid w:val="002F19CE"/>
    <w:rsid w:val="002F2C86"/>
    <w:rsid w:val="002F6694"/>
    <w:rsid w:val="002F7A9A"/>
    <w:rsid w:val="0030053C"/>
    <w:rsid w:val="00301146"/>
    <w:rsid w:val="003024DC"/>
    <w:rsid w:val="00303960"/>
    <w:rsid w:val="00304613"/>
    <w:rsid w:val="00307D8C"/>
    <w:rsid w:val="00312643"/>
    <w:rsid w:val="00313DF0"/>
    <w:rsid w:val="00314385"/>
    <w:rsid w:val="003147DB"/>
    <w:rsid w:val="00314FAA"/>
    <w:rsid w:val="00315E8D"/>
    <w:rsid w:val="003162F8"/>
    <w:rsid w:val="0031694E"/>
    <w:rsid w:val="003208E6"/>
    <w:rsid w:val="00320D72"/>
    <w:rsid w:val="0032119C"/>
    <w:rsid w:val="0032170A"/>
    <w:rsid w:val="00322048"/>
    <w:rsid w:val="003234D8"/>
    <w:rsid w:val="003248BB"/>
    <w:rsid w:val="0032571B"/>
    <w:rsid w:val="00325789"/>
    <w:rsid w:val="00325FBC"/>
    <w:rsid w:val="00327DC8"/>
    <w:rsid w:val="00330A66"/>
    <w:rsid w:val="00331580"/>
    <w:rsid w:val="003315BD"/>
    <w:rsid w:val="00334416"/>
    <w:rsid w:val="00341020"/>
    <w:rsid w:val="00341BA8"/>
    <w:rsid w:val="003430B0"/>
    <w:rsid w:val="00343821"/>
    <w:rsid w:val="00344A55"/>
    <w:rsid w:val="003510B4"/>
    <w:rsid w:val="00355C78"/>
    <w:rsid w:val="003601EF"/>
    <w:rsid w:val="0036119F"/>
    <w:rsid w:val="00363403"/>
    <w:rsid w:val="00366DB3"/>
    <w:rsid w:val="00367392"/>
    <w:rsid w:val="00373E0A"/>
    <w:rsid w:val="0037518D"/>
    <w:rsid w:val="00382CA1"/>
    <w:rsid w:val="00390CFD"/>
    <w:rsid w:val="00394D91"/>
    <w:rsid w:val="00394E89"/>
    <w:rsid w:val="0039621C"/>
    <w:rsid w:val="00397500"/>
    <w:rsid w:val="003A1F9B"/>
    <w:rsid w:val="003A36C8"/>
    <w:rsid w:val="003A6939"/>
    <w:rsid w:val="003A7D49"/>
    <w:rsid w:val="003B1266"/>
    <w:rsid w:val="003B147F"/>
    <w:rsid w:val="003B2CF6"/>
    <w:rsid w:val="003B2DEA"/>
    <w:rsid w:val="003B5329"/>
    <w:rsid w:val="003B7E68"/>
    <w:rsid w:val="003C155B"/>
    <w:rsid w:val="003C3255"/>
    <w:rsid w:val="003C36B4"/>
    <w:rsid w:val="003C3BAD"/>
    <w:rsid w:val="003C6139"/>
    <w:rsid w:val="003C6572"/>
    <w:rsid w:val="003D1509"/>
    <w:rsid w:val="003D4977"/>
    <w:rsid w:val="003D634C"/>
    <w:rsid w:val="003D6AE3"/>
    <w:rsid w:val="003D7100"/>
    <w:rsid w:val="003D7E12"/>
    <w:rsid w:val="003E02B8"/>
    <w:rsid w:val="003E08B3"/>
    <w:rsid w:val="003E2C46"/>
    <w:rsid w:val="003E3D18"/>
    <w:rsid w:val="003E57D0"/>
    <w:rsid w:val="003E5A7F"/>
    <w:rsid w:val="003E7143"/>
    <w:rsid w:val="003E7E4F"/>
    <w:rsid w:val="003F107F"/>
    <w:rsid w:val="003F1E60"/>
    <w:rsid w:val="003F1EC1"/>
    <w:rsid w:val="003F20D8"/>
    <w:rsid w:val="003F3674"/>
    <w:rsid w:val="003F577F"/>
    <w:rsid w:val="003F61ED"/>
    <w:rsid w:val="003F7F16"/>
    <w:rsid w:val="0040263E"/>
    <w:rsid w:val="00404CEF"/>
    <w:rsid w:val="00413466"/>
    <w:rsid w:val="00413976"/>
    <w:rsid w:val="004139A5"/>
    <w:rsid w:val="00413B5F"/>
    <w:rsid w:val="00413D32"/>
    <w:rsid w:val="00416AE2"/>
    <w:rsid w:val="00420718"/>
    <w:rsid w:val="00421239"/>
    <w:rsid w:val="004213EB"/>
    <w:rsid w:val="0042240B"/>
    <w:rsid w:val="00422491"/>
    <w:rsid w:val="00424A08"/>
    <w:rsid w:val="004304B4"/>
    <w:rsid w:val="004304E5"/>
    <w:rsid w:val="00432347"/>
    <w:rsid w:val="0043259A"/>
    <w:rsid w:val="00437219"/>
    <w:rsid w:val="00437321"/>
    <w:rsid w:val="00437BD3"/>
    <w:rsid w:val="00441533"/>
    <w:rsid w:val="00442AC4"/>
    <w:rsid w:val="00445364"/>
    <w:rsid w:val="00445EE7"/>
    <w:rsid w:val="00446DBA"/>
    <w:rsid w:val="004470AF"/>
    <w:rsid w:val="00452D65"/>
    <w:rsid w:val="00453E3F"/>
    <w:rsid w:val="00454911"/>
    <w:rsid w:val="0045736C"/>
    <w:rsid w:val="00457C6E"/>
    <w:rsid w:val="00457F77"/>
    <w:rsid w:val="00460F5A"/>
    <w:rsid w:val="00463927"/>
    <w:rsid w:val="00465FC0"/>
    <w:rsid w:val="00466C25"/>
    <w:rsid w:val="00467D45"/>
    <w:rsid w:val="00467F31"/>
    <w:rsid w:val="004716EE"/>
    <w:rsid w:val="004727F7"/>
    <w:rsid w:val="00472898"/>
    <w:rsid w:val="00472C3D"/>
    <w:rsid w:val="00473E4E"/>
    <w:rsid w:val="00474297"/>
    <w:rsid w:val="00481EF6"/>
    <w:rsid w:val="00482486"/>
    <w:rsid w:val="00482DEC"/>
    <w:rsid w:val="00483A13"/>
    <w:rsid w:val="00487ED6"/>
    <w:rsid w:val="0049144B"/>
    <w:rsid w:val="004922BD"/>
    <w:rsid w:val="00493873"/>
    <w:rsid w:val="004940A7"/>
    <w:rsid w:val="00494364"/>
    <w:rsid w:val="00494C8A"/>
    <w:rsid w:val="0049669D"/>
    <w:rsid w:val="004A1AF7"/>
    <w:rsid w:val="004A371F"/>
    <w:rsid w:val="004A657B"/>
    <w:rsid w:val="004A6593"/>
    <w:rsid w:val="004A6A23"/>
    <w:rsid w:val="004A70B4"/>
    <w:rsid w:val="004A7AE6"/>
    <w:rsid w:val="004B2BBE"/>
    <w:rsid w:val="004B556D"/>
    <w:rsid w:val="004B78BE"/>
    <w:rsid w:val="004C05BC"/>
    <w:rsid w:val="004C1299"/>
    <w:rsid w:val="004C296D"/>
    <w:rsid w:val="004C2F37"/>
    <w:rsid w:val="004C5372"/>
    <w:rsid w:val="004C5D79"/>
    <w:rsid w:val="004C6479"/>
    <w:rsid w:val="004C7050"/>
    <w:rsid w:val="004D1A9B"/>
    <w:rsid w:val="004D292C"/>
    <w:rsid w:val="004D5D20"/>
    <w:rsid w:val="004D744C"/>
    <w:rsid w:val="004D7EAC"/>
    <w:rsid w:val="004E04C6"/>
    <w:rsid w:val="004E157D"/>
    <w:rsid w:val="004E18C5"/>
    <w:rsid w:val="004E1B93"/>
    <w:rsid w:val="004E3B55"/>
    <w:rsid w:val="004F3415"/>
    <w:rsid w:val="004F34BA"/>
    <w:rsid w:val="004F483D"/>
    <w:rsid w:val="004F4A2B"/>
    <w:rsid w:val="004F4B76"/>
    <w:rsid w:val="004F552F"/>
    <w:rsid w:val="004F7A86"/>
    <w:rsid w:val="00502AA0"/>
    <w:rsid w:val="00503773"/>
    <w:rsid w:val="00503C26"/>
    <w:rsid w:val="00506F7E"/>
    <w:rsid w:val="0050795C"/>
    <w:rsid w:val="00510026"/>
    <w:rsid w:val="005105CA"/>
    <w:rsid w:val="00510D08"/>
    <w:rsid w:val="005111FF"/>
    <w:rsid w:val="00514BA7"/>
    <w:rsid w:val="00515098"/>
    <w:rsid w:val="005161BB"/>
    <w:rsid w:val="00516C6F"/>
    <w:rsid w:val="005203DD"/>
    <w:rsid w:val="005205A3"/>
    <w:rsid w:val="00520862"/>
    <w:rsid w:val="00520D40"/>
    <w:rsid w:val="005215D2"/>
    <w:rsid w:val="00523F9F"/>
    <w:rsid w:val="005271B7"/>
    <w:rsid w:val="00527700"/>
    <w:rsid w:val="00532BE8"/>
    <w:rsid w:val="00533F75"/>
    <w:rsid w:val="00534285"/>
    <w:rsid w:val="00536BF8"/>
    <w:rsid w:val="00537A25"/>
    <w:rsid w:val="00540172"/>
    <w:rsid w:val="005414B4"/>
    <w:rsid w:val="00541653"/>
    <w:rsid w:val="005419D5"/>
    <w:rsid w:val="00543AB2"/>
    <w:rsid w:val="005459A8"/>
    <w:rsid w:val="0054614E"/>
    <w:rsid w:val="00547036"/>
    <w:rsid w:val="005475DF"/>
    <w:rsid w:val="00547812"/>
    <w:rsid w:val="00551567"/>
    <w:rsid w:val="00551705"/>
    <w:rsid w:val="005519E4"/>
    <w:rsid w:val="00551CBA"/>
    <w:rsid w:val="00552418"/>
    <w:rsid w:val="00556A3B"/>
    <w:rsid w:val="00560F14"/>
    <w:rsid w:val="00561588"/>
    <w:rsid w:val="00561A96"/>
    <w:rsid w:val="00561C44"/>
    <w:rsid w:val="00561F1A"/>
    <w:rsid w:val="0056257A"/>
    <w:rsid w:val="00566EBB"/>
    <w:rsid w:val="005708C9"/>
    <w:rsid w:val="00571A69"/>
    <w:rsid w:val="00573644"/>
    <w:rsid w:val="0057366D"/>
    <w:rsid w:val="00574A6F"/>
    <w:rsid w:val="00575D85"/>
    <w:rsid w:val="0058187B"/>
    <w:rsid w:val="00582AC1"/>
    <w:rsid w:val="00583F6C"/>
    <w:rsid w:val="005840B0"/>
    <w:rsid w:val="00585C09"/>
    <w:rsid w:val="00585D47"/>
    <w:rsid w:val="00586F56"/>
    <w:rsid w:val="005872CA"/>
    <w:rsid w:val="00587FD7"/>
    <w:rsid w:val="00590674"/>
    <w:rsid w:val="00591243"/>
    <w:rsid w:val="0059137B"/>
    <w:rsid w:val="00591EC3"/>
    <w:rsid w:val="00592782"/>
    <w:rsid w:val="0059285D"/>
    <w:rsid w:val="00596304"/>
    <w:rsid w:val="00597D76"/>
    <w:rsid w:val="00597E55"/>
    <w:rsid w:val="005A0385"/>
    <w:rsid w:val="005A0E8E"/>
    <w:rsid w:val="005A195F"/>
    <w:rsid w:val="005A1974"/>
    <w:rsid w:val="005A3C09"/>
    <w:rsid w:val="005A6756"/>
    <w:rsid w:val="005A7591"/>
    <w:rsid w:val="005A77B5"/>
    <w:rsid w:val="005B1BD0"/>
    <w:rsid w:val="005B35D6"/>
    <w:rsid w:val="005B63C8"/>
    <w:rsid w:val="005C3831"/>
    <w:rsid w:val="005C5755"/>
    <w:rsid w:val="005C60F6"/>
    <w:rsid w:val="005C7AA8"/>
    <w:rsid w:val="005D09E4"/>
    <w:rsid w:val="005D0CB6"/>
    <w:rsid w:val="005D1B64"/>
    <w:rsid w:val="005D2600"/>
    <w:rsid w:val="005D308C"/>
    <w:rsid w:val="005D32B0"/>
    <w:rsid w:val="005D3458"/>
    <w:rsid w:val="005D38E3"/>
    <w:rsid w:val="005D3F8D"/>
    <w:rsid w:val="005D5354"/>
    <w:rsid w:val="005D785D"/>
    <w:rsid w:val="005E0E51"/>
    <w:rsid w:val="005E11DD"/>
    <w:rsid w:val="005E1E98"/>
    <w:rsid w:val="005E2667"/>
    <w:rsid w:val="005E26C6"/>
    <w:rsid w:val="005E2C85"/>
    <w:rsid w:val="005E4A28"/>
    <w:rsid w:val="005E5C2A"/>
    <w:rsid w:val="005E7400"/>
    <w:rsid w:val="005E7861"/>
    <w:rsid w:val="005F1AC9"/>
    <w:rsid w:val="005F2364"/>
    <w:rsid w:val="005F2CBC"/>
    <w:rsid w:val="005F6472"/>
    <w:rsid w:val="005F6FBA"/>
    <w:rsid w:val="0060134E"/>
    <w:rsid w:val="00602F43"/>
    <w:rsid w:val="00603093"/>
    <w:rsid w:val="00604951"/>
    <w:rsid w:val="00605122"/>
    <w:rsid w:val="0061185E"/>
    <w:rsid w:val="00613808"/>
    <w:rsid w:val="00614274"/>
    <w:rsid w:val="00614604"/>
    <w:rsid w:val="00614EBB"/>
    <w:rsid w:val="006155F9"/>
    <w:rsid w:val="00616F01"/>
    <w:rsid w:val="00617E76"/>
    <w:rsid w:val="00620C8C"/>
    <w:rsid w:val="00621871"/>
    <w:rsid w:val="0062208A"/>
    <w:rsid w:val="00622A11"/>
    <w:rsid w:val="006231F6"/>
    <w:rsid w:val="006233DD"/>
    <w:rsid w:val="00623504"/>
    <w:rsid w:val="00624402"/>
    <w:rsid w:val="00624D07"/>
    <w:rsid w:val="006252CE"/>
    <w:rsid w:val="00625DDA"/>
    <w:rsid w:val="00625F33"/>
    <w:rsid w:val="00626D2D"/>
    <w:rsid w:val="00626D43"/>
    <w:rsid w:val="00627244"/>
    <w:rsid w:val="0062760E"/>
    <w:rsid w:val="0063428C"/>
    <w:rsid w:val="006343A2"/>
    <w:rsid w:val="00635415"/>
    <w:rsid w:val="0063790E"/>
    <w:rsid w:val="0064164E"/>
    <w:rsid w:val="00641929"/>
    <w:rsid w:val="00642523"/>
    <w:rsid w:val="00643795"/>
    <w:rsid w:val="00643A8A"/>
    <w:rsid w:val="0064495B"/>
    <w:rsid w:val="00644A8B"/>
    <w:rsid w:val="006479AD"/>
    <w:rsid w:val="00647B11"/>
    <w:rsid w:val="0065064E"/>
    <w:rsid w:val="0065128A"/>
    <w:rsid w:val="00651E96"/>
    <w:rsid w:val="0065285F"/>
    <w:rsid w:val="00652BE9"/>
    <w:rsid w:val="00652F1C"/>
    <w:rsid w:val="00655AD4"/>
    <w:rsid w:val="006578F3"/>
    <w:rsid w:val="00657DD4"/>
    <w:rsid w:val="00662291"/>
    <w:rsid w:val="00667DFA"/>
    <w:rsid w:val="00667F5B"/>
    <w:rsid w:val="0067157F"/>
    <w:rsid w:val="00671A9F"/>
    <w:rsid w:val="006737C8"/>
    <w:rsid w:val="00675EC9"/>
    <w:rsid w:val="00677B9E"/>
    <w:rsid w:val="00681913"/>
    <w:rsid w:val="00682D92"/>
    <w:rsid w:val="00682FCC"/>
    <w:rsid w:val="00683499"/>
    <w:rsid w:val="00691C43"/>
    <w:rsid w:val="00692B43"/>
    <w:rsid w:val="0069381F"/>
    <w:rsid w:val="006941C4"/>
    <w:rsid w:val="006960DD"/>
    <w:rsid w:val="006A2521"/>
    <w:rsid w:val="006A589C"/>
    <w:rsid w:val="006A5CDD"/>
    <w:rsid w:val="006A6558"/>
    <w:rsid w:val="006A69D2"/>
    <w:rsid w:val="006A76A4"/>
    <w:rsid w:val="006B1850"/>
    <w:rsid w:val="006B2E5A"/>
    <w:rsid w:val="006B33BB"/>
    <w:rsid w:val="006B5CFD"/>
    <w:rsid w:val="006B5ED4"/>
    <w:rsid w:val="006B6ED1"/>
    <w:rsid w:val="006B7280"/>
    <w:rsid w:val="006B76A7"/>
    <w:rsid w:val="006C049A"/>
    <w:rsid w:val="006C06CD"/>
    <w:rsid w:val="006C0A68"/>
    <w:rsid w:val="006C3477"/>
    <w:rsid w:val="006C3BAE"/>
    <w:rsid w:val="006C4C36"/>
    <w:rsid w:val="006C59BA"/>
    <w:rsid w:val="006C5C1B"/>
    <w:rsid w:val="006C64F9"/>
    <w:rsid w:val="006D0579"/>
    <w:rsid w:val="006D12CC"/>
    <w:rsid w:val="006D3D36"/>
    <w:rsid w:val="006E1192"/>
    <w:rsid w:val="006E37CF"/>
    <w:rsid w:val="006E6A25"/>
    <w:rsid w:val="006E6A73"/>
    <w:rsid w:val="006E7595"/>
    <w:rsid w:val="006F0159"/>
    <w:rsid w:val="006F1DA6"/>
    <w:rsid w:val="006F4DC9"/>
    <w:rsid w:val="006F6AA5"/>
    <w:rsid w:val="006F6E48"/>
    <w:rsid w:val="006F7757"/>
    <w:rsid w:val="007009BB"/>
    <w:rsid w:val="007019CE"/>
    <w:rsid w:val="00702ECF"/>
    <w:rsid w:val="007034BD"/>
    <w:rsid w:val="00704D54"/>
    <w:rsid w:val="00705318"/>
    <w:rsid w:val="007053DD"/>
    <w:rsid w:val="0070636D"/>
    <w:rsid w:val="0071049D"/>
    <w:rsid w:val="00711D36"/>
    <w:rsid w:val="0071440C"/>
    <w:rsid w:val="00714AEB"/>
    <w:rsid w:val="0071595D"/>
    <w:rsid w:val="00717956"/>
    <w:rsid w:val="00724C7D"/>
    <w:rsid w:val="0072600F"/>
    <w:rsid w:val="0073180B"/>
    <w:rsid w:val="00731D65"/>
    <w:rsid w:val="00731F6B"/>
    <w:rsid w:val="00734925"/>
    <w:rsid w:val="007374FD"/>
    <w:rsid w:val="00737FC9"/>
    <w:rsid w:val="007410D2"/>
    <w:rsid w:val="00741664"/>
    <w:rsid w:val="007423D6"/>
    <w:rsid w:val="007434EB"/>
    <w:rsid w:val="00744032"/>
    <w:rsid w:val="00745FA8"/>
    <w:rsid w:val="007470CF"/>
    <w:rsid w:val="0075072A"/>
    <w:rsid w:val="00750744"/>
    <w:rsid w:val="00751DF6"/>
    <w:rsid w:val="00751E07"/>
    <w:rsid w:val="007527EF"/>
    <w:rsid w:val="00754D63"/>
    <w:rsid w:val="00756F89"/>
    <w:rsid w:val="007571F7"/>
    <w:rsid w:val="00761459"/>
    <w:rsid w:val="007615C2"/>
    <w:rsid w:val="007622E8"/>
    <w:rsid w:val="00764A6B"/>
    <w:rsid w:val="00765565"/>
    <w:rsid w:val="00765A03"/>
    <w:rsid w:val="0077447B"/>
    <w:rsid w:val="00774C1D"/>
    <w:rsid w:val="00775DBD"/>
    <w:rsid w:val="00775F35"/>
    <w:rsid w:val="007804C5"/>
    <w:rsid w:val="00782244"/>
    <w:rsid w:val="0078239D"/>
    <w:rsid w:val="0078262D"/>
    <w:rsid w:val="00784C5F"/>
    <w:rsid w:val="007868D6"/>
    <w:rsid w:val="00787701"/>
    <w:rsid w:val="00787C79"/>
    <w:rsid w:val="007918BE"/>
    <w:rsid w:val="0079239F"/>
    <w:rsid w:val="007926C0"/>
    <w:rsid w:val="00792F71"/>
    <w:rsid w:val="0079365C"/>
    <w:rsid w:val="00797288"/>
    <w:rsid w:val="00797788"/>
    <w:rsid w:val="007A0CF6"/>
    <w:rsid w:val="007A23BC"/>
    <w:rsid w:val="007A3AB6"/>
    <w:rsid w:val="007A3B1C"/>
    <w:rsid w:val="007A4852"/>
    <w:rsid w:val="007A705C"/>
    <w:rsid w:val="007B0916"/>
    <w:rsid w:val="007B0D99"/>
    <w:rsid w:val="007B1518"/>
    <w:rsid w:val="007B20DC"/>
    <w:rsid w:val="007B2860"/>
    <w:rsid w:val="007B2AF3"/>
    <w:rsid w:val="007B32F1"/>
    <w:rsid w:val="007B4149"/>
    <w:rsid w:val="007B4BD2"/>
    <w:rsid w:val="007B56CF"/>
    <w:rsid w:val="007B6314"/>
    <w:rsid w:val="007B6FA7"/>
    <w:rsid w:val="007C2112"/>
    <w:rsid w:val="007C218F"/>
    <w:rsid w:val="007C3328"/>
    <w:rsid w:val="007C38DC"/>
    <w:rsid w:val="007C4061"/>
    <w:rsid w:val="007C6A36"/>
    <w:rsid w:val="007C7CB1"/>
    <w:rsid w:val="007D0101"/>
    <w:rsid w:val="007D03B9"/>
    <w:rsid w:val="007D163D"/>
    <w:rsid w:val="007D18E2"/>
    <w:rsid w:val="007D1FA0"/>
    <w:rsid w:val="007D5431"/>
    <w:rsid w:val="007D627D"/>
    <w:rsid w:val="007E096A"/>
    <w:rsid w:val="007E0AEE"/>
    <w:rsid w:val="007E1063"/>
    <w:rsid w:val="007E1FB0"/>
    <w:rsid w:val="007E2ABB"/>
    <w:rsid w:val="007E476D"/>
    <w:rsid w:val="007E65DB"/>
    <w:rsid w:val="007E68ED"/>
    <w:rsid w:val="007E72CF"/>
    <w:rsid w:val="007E74B6"/>
    <w:rsid w:val="007F21FA"/>
    <w:rsid w:val="007F3302"/>
    <w:rsid w:val="0080091A"/>
    <w:rsid w:val="00802B26"/>
    <w:rsid w:val="00803A2E"/>
    <w:rsid w:val="00803CDD"/>
    <w:rsid w:val="00803E55"/>
    <w:rsid w:val="00805C06"/>
    <w:rsid w:val="008061BF"/>
    <w:rsid w:val="00807547"/>
    <w:rsid w:val="00807D17"/>
    <w:rsid w:val="00811122"/>
    <w:rsid w:val="00811BDA"/>
    <w:rsid w:val="0081253F"/>
    <w:rsid w:val="00812BBF"/>
    <w:rsid w:val="00812E65"/>
    <w:rsid w:val="0081472B"/>
    <w:rsid w:val="008154FA"/>
    <w:rsid w:val="00815A7B"/>
    <w:rsid w:val="00817059"/>
    <w:rsid w:val="0081783C"/>
    <w:rsid w:val="00817C76"/>
    <w:rsid w:val="00820380"/>
    <w:rsid w:val="008221F5"/>
    <w:rsid w:val="00822823"/>
    <w:rsid w:val="008233E9"/>
    <w:rsid w:val="008237F7"/>
    <w:rsid w:val="0082749E"/>
    <w:rsid w:val="00830245"/>
    <w:rsid w:val="008337F1"/>
    <w:rsid w:val="00836B1C"/>
    <w:rsid w:val="008408F1"/>
    <w:rsid w:val="00841EEA"/>
    <w:rsid w:val="008435C8"/>
    <w:rsid w:val="00844DD3"/>
    <w:rsid w:val="00847672"/>
    <w:rsid w:val="00852461"/>
    <w:rsid w:val="0085366D"/>
    <w:rsid w:val="00853D35"/>
    <w:rsid w:val="00854F5B"/>
    <w:rsid w:val="00856526"/>
    <w:rsid w:val="00856791"/>
    <w:rsid w:val="00861421"/>
    <w:rsid w:val="008652F7"/>
    <w:rsid w:val="0087056A"/>
    <w:rsid w:val="00870868"/>
    <w:rsid w:val="00872029"/>
    <w:rsid w:val="00873FE1"/>
    <w:rsid w:val="00874162"/>
    <w:rsid w:val="00874871"/>
    <w:rsid w:val="008760BF"/>
    <w:rsid w:val="00876B33"/>
    <w:rsid w:val="00880C7A"/>
    <w:rsid w:val="0088125A"/>
    <w:rsid w:val="00885FEA"/>
    <w:rsid w:val="00887B52"/>
    <w:rsid w:val="00890BDE"/>
    <w:rsid w:val="00891A6D"/>
    <w:rsid w:val="00892550"/>
    <w:rsid w:val="00893848"/>
    <w:rsid w:val="008947D8"/>
    <w:rsid w:val="0089609B"/>
    <w:rsid w:val="00897D68"/>
    <w:rsid w:val="008A0B7B"/>
    <w:rsid w:val="008A0EFB"/>
    <w:rsid w:val="008A114C"/>
    <w:rsid w:val="008A1518"/>
    <w:rsid w:val="008A47CC"/>
    <w:rsid w:val="008A6A44"/>
    <w:rsid w:val="008A7326"/>
    <w:rsid w:val="008B05B5"/>
    <w:rsid w:val="008B26FF"/>
    <w:rsid w:val="008B3665"/>
    <w:rsid w:val="008B7383"/>
    <w:rsid w:val="008C0CB5"/>
    <w:rsid w:val="008C2668"/>
    <w:rsid w:val="008C2DAE"/>
    <w:rsid w:val="008C3586"/>
    <w:rsid w:val="008C3673"/>
    <w:rsid w:val="008C3F83"/>
    <w:rsid w:val="008C5F4E"/>
    <w:rsid w:val="008C6C61"/>
    <w:rsid w:val="008C6FAF"/>
    <w:rsid w:val="008C7280"/>
    <w:rsid w:val="008C7929"/>
    <w:rsid w:val="008D224D"/>
    <w:rsid w:val="008D283E"/>
    <w:rsid w:val="008D38F9"/>
    <w:rsid w:val="008D4076"/>
    <w:rsid w:val="008D517F"/>
    <w:rsid w:val="008D6EFB"/>
    <w:rsid w:val="008E0C49"/>
    <w:rsid w:val="008E17B6"/>
    <w:rsid w:val="008E2501"/>
    <w:rsid w:val="008E4638"/>
    <w:rsid w:val="008E484C"/>
    <w:rsid w:val="008E4D5F"/>
    <w:rsid w:val="008E61F7"/>
    <w:rsid w:val="008E6D9E"/>
    <w:rsid w:val="008F05FE"/>
    <w:rsid w:val="008F0868"/>
    <w:rsid w:val="008F261F"/>
    <w:rsid w:val="008F263B"/>
    <w:rsid w:val="008F3DAF"/>
    <w:rsid w:val="00901740"/>
    <w:rsid w:val="00901EBD"/>
    <w:rsid w:val="00902887"/>
    <w:rsid w:val="0090404E"/>
    <w:rsid w:val="009061C1"/>
    <w:rsid w:val="0090641B"/>
    <w:rsid w:val="0090644A"/>
    <w:rsid w:val="00910303"/>
    <w:rsid w:val="00910523"/>
    <w:rsid w:val="00910B53"/>
    <w:rsid w:val="009111E6"/>
    <w:rsid w:val="0091657F"/>
    <w:rsid w:val="00916A34"/>
    <w:rsid w:val="00917E04"/>
    <w:rsid w:val="0092025F"/>
    <w:rsid w:val="00920395"/>
    <w:rsid w:val="00920E9B"/>
    <w:rsid w:val="00921646"/>
    <w:rsid w:val="00921723"/>
    <w:rsid w:val="009226CD"/>
    <w:rsid w:val="00922F45"/>
    <w:rsid w:val="009238ED"/>
    <w:rsid w:val="00923EF2"/>
    <w:rsid w:val="00924141"/>
    <w:rsid w:val="009247C6"/>
    <w:rsid w:val="00926834"/>
    <w:rsid w:val="009306CC"/>
    <w:rsid w:val="00931A46"/>
    <w:rsid w:val="00932052"/>
    <w:rsid w:val="0093247E"/>
    <w:rsid w:val="00933455"/>
    <w:rsid w:val="00934F9A"/>
    <w:rsid w:val="009355B2"/>
    <w:rsid w:val="009360D1"/>
    <w:rsid w:val="00936B38"/>
    <w:rsid w:val="009401C7"/>
    <w:rsid w:val="00941237"/>
    <w:rsid w:val="009415A3"/>
    <w:rsid w:val="0094322B"/>
    <w:rsid w:val="00944038"/>
    <w:rsid w:val="0094521E"/>
    <w:rsid w:val="009471EE"/>
    <w:rsid w:val="00947FB5"/>
    <w:rsid w:val="009529BD"/>
    <w:rsid w:val="0095382B"/>
    <w:rsid w:val="00953948"/>
    <w:rsid w:val="00953A9B"/>
    <w:rsid w:val="00955C04"/>
    <w:rsid w:val="00960AD6"/>
    <w:rsid w:val="0096371D"/>
    <w:rsid w:val="00964721"/>
    <w:rsid w:val="009659D2"/>
    <w:rsid w:val="00970B08"/>
    <w:rsid w:val="00971537"/>
    <w:rsid w:val="0097233A"/>
    <w:rsid w:val="0097392A"/>
    <w:rsid w:val="00974CAD"/>
    <w:rsid w:val="00975145"/>
    <w:rsid w:val="00980FAA"/>
    <w:rsid w:val="00981593"/>
    <w:rsid w:val="00985388"/>
    <w:rsid w:val="009854F7"/>
    <w:rsid w:val="00985566"/>
    <w:rsid w:val="0098686E"/>
    <w:rsid w:val="0099227C"/>
    <w:rsid w:val="00995A71"/>
    <w:rsid w:val="00996103"/>
    <w:rsid w:val="009963D4"/>
    <w:rsid w:val="00996819"/>
    <w:rsid w:val="00997E08"/>
    <w:rsid w:val="009A0E14"/>
    <w:rsid w:val="009A1918"/>
    <w:rsid w:val="009A2848"/>
    <w:rsid w:val="009A3FC5"/>
    <w:rsid w:val="009A50EF"/>
    <w:rsid w:val="009A559E"/>
    <w:rsid w:val="009B10E5"/>
    <w:rsid w:val="009B21BA"/>
    <w:rsid w:val="009B24E1"/>
    <w:rsid w:val="009B327B"/>
    <w:rsid w:val="009B38B0"/>
    <w:rsid w:val="009B3E53"/>
    <w:rsid w:val="009B4359"/>
    <w:rsid w:val="009B61F0"/>
    <w:rsid w:val="009B6314"/>
    <w:rsid w:val="009C0702"/>
    <w:rsid w:val="009C1822"/>
    <w:rsid w:val="009C2486"/>
    <w:rsid w:val="009C2812"/>
    <w:rsid w:val="009C4654"/>
    <w:rsid w:val="009C7C78"/>
    <w:rsid w:val="009D28A9"/>
    <w:rsid w:val="009D48B6"/>
    <w:rsid w:val="009D5E5D"/>
    <w:rsid w:val="009D7459"/>
    <w:rsid w:val="009E7088"/>
    <w:rsid w:val="009F05F6"/>
    <w:rsid w:val="009F5D16"/>
    <w:rsid w:val="009F7420"/>
    <w:rsid w:val="009F7620"/>
    <w:rsid w:val="00A0166C"/>
    <w:rsid w:val="00A0305E"/>
    <w:rsid w:val="00A03656"/>
    <w:rsid w:val="00A06C88"/>
    <w:rsid w:val="00A1110E"/>
    <w:rsid w:val="00A11ADD"/>
    <w:rsid w:val="00A11FA8"/>
    <w:rsid w:val="00A13A7C"/>
    <w:rsid w:val="00A15EC1"/>
    <w:rsid w:val="00A15FB8"/>
    <w:rsid w:val="00A16C24"/>
    <w:rsid w:val="00A2013D"/>
    <w:rsid w:val="00A211C9"/>
    <w:rsid w:val="00A234FA"/>
    <w:rsid w:val="00A23D7E"/>
    <w:rsid w:val="00A23F46"/>
    <w:rsid w:val="00A27052"/>
    <w:rsid w:val="00A275D6"/>
    <w:rsid w:val="00A27F26"/>
    <w:rsid w:val="00A30575"/>
    <w:rsid w:val="00A33A53"/>
    <w:rsid w:val="00A43763"/>
    <w:rsid w:val="00A43F77"/>
    <w:rsid w:val="00A44ECF"/>
    <w:rsid w:val="00A45235"/>
    <w:rsid w:val="00A5163C"/>
    <w:rsid w:val="00A5290A"/>
    <w:rsid w:val="00A52B5B"/>
    <w:rsid w:val="00A54A40"/>
    <w:rsid w:val="00A553D7"/>
    <w:rsid w:val="00A55AF6"/>
    <w:rsid w:val="00A5610C"/>
    <w:rsid w:val="00A5648A"/>
    <w:rsid w:val="00A567EC"/>
    <w:rsid w:val="00A56C34"/>
    <w:rsid w:val="00A6035A"/>
    <w:rsid w:val="00A61947"/>
    <w:rsid w:val="00A626EE"/>
    <w:rsid w:val="00A62F63"/>
    <w:rsid w:val="00A6467E"/>
    <w:rsid w:val="00A676F3"/>
    <w:rsid w:val="00A732CB"/>
    <w:rsid w:val="00A74475"/>
    <w:rsid w:val="00A748DD"/>
    <w:rsid w:val="00A7495E"/>
    <w:rsid w:val="00A74BC2"/>
    <w:rsid w:val="00A7583C"/>
    <w:rsid w:val="00A75AFF"/>
    <w:rsid w:val="00A766D8"/>
    <w:rsid w:val="00A820D3"/>
    <w:rsid w:val="00A82AA5"/>
    <w:rsid w:val="00A833B4"/>
    <w:rsid w:val="00A84AD8"/>
    <w:rsid w:val="00A855C7"/>
    <w:rsid w:val="00A87293"/>
    <w:rsid w:val="00A8734C"/>
    <w:rsid w:val="00A87927"/>
    <w:rsid w:val="00AA117E"/>
    <w:rsid w:val="00AA1631"/>
    <w:rsid w:val="00AA40FE"/>
    <w:rsid w:val="00AA5EB2"/>
    <w:rsid w:val="00AA7661"/>
    <w:rsid w:val="00AB083D"/>
    <w:rsid w:val="00AB2E4B"/>
    <w:rsid w:val="00AB3904"/>
    <w:rsid w:val="00AB3EE0"/>
    <w:rsid w:val="00AB512D"/>
    <w:rsid w:val="00AB5495"/>
    <w:rsid w:val="00AC075D"/>
    <w:rsid w:val="00AC3AEC"/>
    <w:rsid w:val="00AC4F4A"/>
    <w:rsid w:val="00AC54DF"/>
    <w:rsid w:val="00AC5C7A"/>
    <w:rsid w:val="00AD4438"/>
    <w:rsid w:val="00AD46D6"/>
    <w:rsid w:val="00AD4706"/>
    <w:rsid w:val="00AD7C6F"/>
    <w:rsid w:val="00AE05FB"/>
    <w:rsid w:val="00AE0784"/>
    <w:rsid w:val="00AE1632"/>
    <w:rsid w:val="00AE2462"/>
    <w:rsid w:val="00AE43C9"/>
    <w:rsid w:val="00AE7CA3"/>
    <w:rsid w:val="00AF0D35"/>
    <w:rsid w:val="00AF404F"/>
    <w:rsid w:val="00AF4CC0"/>
    <w:rsid w:val="00AF659B"/>
    <w:rsid w:val="00AF77F6"/>
    <w:rsid w:val="00B02A4C"/>
    <w:rsid w:val="00B0336D"/>
    <w:rsid w:val="00B042F8"/>
    <w:rsid w:val="00B069D3"/>
    <w:rsid w:val="00B10606"/>
    <w:rsid w:val="00B167F8"/>
    <w:rsid w:val="00B17ADE"/>
    <w:rsid w:val="00B207E5"/>
    <w:rsid w:val="00B20850"/>
    <w:rsid w:val="00B20B78"/>
    <w:rsid w:val="00B21B1A"/>
    <w:rsid w:val="00B222B4"/>
    <w:rsid w:val="00B223C2"/>
    <w:rsid w:val="00B22FF7"/>
    <w:rsid w:val="00B25CDD"/>
    <w:rsid w:val="00B26196"/>
    <w:rsid w:val="00B27108"/>
    <w:rsid w:val="00B30276"/>
    <w:rsid w:val="00B30A5F"/>
    <w:rsid w:val="00B31683"/>
    <w:rsid w:val="00B32191"/>
    <w:rsid w:val="00B33858"/>
    <w:rsid w:val="00B34132"/>
    <w:rsid w:val="00B37B8D"/>
    <w:rsid w:val="00B41B14"/>
    <w:rsid w:val="00B4340B"/>
    <w:rsid w:val="00B44526"/>
    <w:rsid w:val="00B460E3"/>
    <w:rsid w:val="00B475E3"/>
    <w:rsid w:val="00B51DAF"/>
    <w:rsid w:val="00B53279"/>
    <w:rsid w:val="00B5471A"/>
    <w:rsid w:val="00B55605"/>
    <w:rsid w:val="00B56E9F"/>
    <w:rsid w:val="00B57328"/>
    <w:rsid w:val="00B57EA0"/>
    <w:rsid w:val="00B60911"/>
    <w:rsid w:val="00B62560"/>
    <w:rsid w:val="00B6272B"/>
    <w:rsid w:val="00B627B3"/>
    <w:rsid w:val="00B62DCA"/>
    <w:rsid w:val="00B64DD7"/>
    <w:rsid w:val="00B65B76"/>
    <w:rsid w:val="00B65E8B"/>
    <w:rsid w:val="00B70483"/>
    <w:rsid w:val="00B709D1"/>
    <w:rsid w:val="00B724A5"/>
    <w:rsid w:val="00B74595"/>
    <w:rsid w:val="00B749AD"/>
    <w:rsid w:val="00B75484"/>
    <w:rsid w:val="00B7702E"/>
    <w:rsid w:val="00B7755B"/>
    <w:rsid w:val="00B818E0"/>
    <w:rsid w:val="00B82A7E"/>
    <w:rsid w:val="00B82C9E"/>
    <w:rsid w:val="00B82E70"/>
    <w:rsid w:val="00B83B53"/>
    <w:rsid w:val="00B83ED7"/>
    <w:rsid w:val="00B847AD"/>
    <w:rsid w:val="00B857EA"/>
    <w:rsid w:val="00B8645C"/>
    <w:rsid w:val="00B8661B"/>
    <w:rsid w:val="00B86ADA"/>
    <w:rsid w:val="00B872E4"/>
    <w:rsid w:val="00B91D63"/>
    <w:rsid w:val="00B9728B"/>
    <w:rsid w:val="00B97F7B"/>
    <w:rsid w:val="00BA08BD"/>
    <w:rsid w:val="00BA0BC4"/>
    <w:rsid w:val="00BA1AAE"/>
    <w:rsid w:val="00BA27E7"/>
    <w:rsid w:val="00BA3BA2"/>
    <w:rsid w:val="00BA4317"/>
    <w:rsid w:val="00BA6690"/>
    <w:rsid w:val="00BA6692"/>
    <w:rsid w:val="00BA66D5"/>
    <w:rsid w:val="00BA7E59"/>
    <w:rsid w:val="00BB0E2D"/>
    <w:rsid w:val="00BB25E2"/>
    <w:rsid w:val="00BB466D"/>
    <w:rsid w:val="00BB577E"/>
    <w:rsid w:val="00BB6B98"/>
    <w:rsid w:val="00BC035B"/>
    <w:rsid w:val="00BC0E2D"/>
    <w:rsid w:val="00BC0E46"/>
    <w:rsid w:val="00BC1110"/>
    <w:rsid w:val="00BC32A0"/>
    <w:rsid w:val="00BC3AFD"/>
    <w:rsid w:val="00BC76E0"/>
    <w:rsid w:val="00BD096D"/>
    <w:rsid w:val="00BD25E9"/>
    <w:rsid w:val="00BD5B62"/>
    <w:rsid w:val="00BD6F82"/>
    <w:rsid w:val="00BE17E9"/>
    <w:rsid w:val="00BE1997"/>
    <w:rsid w:val="00BE341C"/>
    <w:rsid w:val="00BE385D"/>
    <w:rsid w:val="00BE4731"/>
    <w:rsid w:val="00BE6280"/>
    <w:rsid w:val="00BE734E"/>
    <w:rsid w:val="00BE77F2"/>
    <w:rsid w:val="00BE781A"/>
    <w:rsid w:val="00BF05B0"/>
    <w:rsid w:val="00BF074F"/>
    <w:rsid w:val="00BF158F"/>
    <w:rsid w:val="00BF176E"/>
    <w:rsid w:val="00BF17F4"/>
    <w:rsid w:val="00BF2CA3"/>
    <w:rsid w:val="00BF3DF3"/>
    <w:rsid w:val="00BF3EEF"/>
    <w:rsid w:val="00BF3F3D"/>
    <w:rsid w:val="00C03209"/>
    <w:rsid w:val="00C03225"/>
    <w:rsid w:val="00C042AF"/>
    <w:rsid w:val="00C042C8"/>
    <w:rsid w:val="00C056DD"/>
    <w:rsid w:val="00C06273"/>
    <w:rsid w:val="00C117C3"/>
    <w:rsid w:val="00C120D3"/>
    <w:rsid w:val="00C12E69"/>
    <w:rsid w:val="00C13104"/>
    <w:rsid w:val="00C13F91"/>
    <w:rsid w:val="00C14F80"/>
    <w:rsid w:val="00C1555C"/>
    <w:rsid w:val="00C15ECD"/>
    <w:rsid w:val="00C160A0"/>
    <w:rsid w:val="00C20BFE"/>
    <w:rsid w:val="00C24489"/>
    <w:rsid w:val="00C2472B"/>
    <w:rsid w:val="00C24D01"/>
    <w:rsid w:val="00C27698"/>
    <w:rsid w:val="00C279F0"/>
    <w:rsid w:val="00C30CE7"/>
    <w:rsid w:val="00C326F1"/>
    <w:rsid w:val="00C36DC8"/>
    <w:rsid w:val="00C4118C"/>
    <w:rsid w:val="00C41775"/>
    <w:rsid w:val="00C43B29"/>
    <w:rsid w:val="00C43DDE"/>
    <w:rsid w:val="00C44276"/>
    <w:rsid w:val="00C52F5A"/>
    <w:rsid w:val="00C53262"/>
    <w:rsid w:val="00C540F5"/>
    <w:rsid w:val="00C57330"/>
    <w:rsid w:val="00C5784C"/>
    <w:rsid w:val="00C57F06"/>
    <w:rsid w:val="00C60A55"/>
    <w:rsid w:val="00C64F02"/>
    <w:rsid w:val="00C70C41"/>
    <w:rsid w:val="00C7100E"/>
    <w:rsid w:val="00C7187F"/>
    <w:rsid w:val="00C71CAB"/>
    <w:rsid w:val="00C7237E"/>
    <w:rsid w:val="00C728A1"/>
    <w:rsid w:val="00C73AB1"/>
    <w:rsid w:val="00C7467D"/>
    <w:rsid w:val="00C76C10"/>
    <w:rsid w:val="00C809E2"/>
    <w:rsid w:val="00C80D7C"/>
    <w:rsid w:val="00C83908"/>
    <w:rsid w:val="00C843D6"/>
    <w:rsid w:val="00C85A0E"/>
    <w:rsid w:val="00C87E78"/>
    <w:rsid w:val="00C87E91"/>
    <w:rsid w:val="00C9293D"/>
    <w:rsid w:val="00C93DB8"/>
    <w:rsid w:val="00C94C65"/>
    <w:rsid w:val="00C94F7F"/>
    <w:rsid w:val="00C95726"/>
    <w:rsid w:val="00C95C20"/>
    <w:rsid w:val="00C9680F"/>
    <w:rsid w:val="00C9698B"/>
    <w:rsid w:val="00C97CEB"/>
    <w:rsid w:val="00CA0D52"/>
    <w:rsid w:val="00CA1157"/>
    <w:rsid w:val="00CA2549"/>
    <w:rsid w:val="00CA2634"/>
    <w:rsid w:val="00CA2701"/>
    <w:rsid w:val="00CA6748"/>
    <w:rsid w:val="00CA6AC3"/>
    <w:rsid w:val="00CB0A6A"/>
    <w:rsid w:val="00CB1127"/>
    <w:rsid w:val="00CB131F"/>
    <w:rsid w:val="00CB1697"/>
    <w:rsid w:val="00CB177B"/>
    <w:rsid w:val="00CB3F74"/>
    <w:rsid w:val="00CB780C"/>
    <w:rsid w:val="00CC037D"/>
    <w:rsid w:val="00CC1E05"/>
    <w:rsid w:val="00CC2F56"/>
    <w:rsid w:val="00CC54F8"/>
    <w:rsid w:val="00CC6E06"/>
    <w:rsid w:val="00CD01A1"/>
    <w:rsid w:val="00CD150A"/>
    <w:rsid w:val="00CD1AE6"/>
    <w:rsid w:val="00CD5A2F"/>
    <w:rsid w:val="00CD6174"/>
    <w:rsid w:val="00CD7D87"/>
    <w:rsid w:val="00CE0642"/>
    <w:rsid w:val="00CE1165"/>
    <w:rsid w:val="00CE1556"/>
    <w:rsid w:val="00CE1BD7"/>
    <w:rsid w:val="00CE25BA"/>
    <w:rsid w:val="00CE2CED"/>
    <w:rsid w:val="00CE5381"/>
    <w:rsid w:val="00CE7A67"/>
    <w:rsid w:val="00CF045E"/>
    <w:rsid w:val="00CF089E"/>
    <w:rsid w:val="00CF0B61"/>
    <w:rsid w:val="00CF471C"/>
    <w:rsid w:val="00CF4B76"/>
    <w:rsid w:val="00CF4DF1"/>
    <w:rsid w:val="00CF64E3"/>
    <w:rsid w:val="00D01423"/>
    <w:rsid w:val="00D06576"/>
    <w:rsid w:val="00D06E6B"/>
    <w:rsid w:val="00D14266"/>
    <w:rsid w:val="00D15D01"/>
    <w:rsid w:val="00D16885"/>
    <w:rsid w:val="00D204F7"/>
    <w:rsid w:val="00D21212"/>
    <w:rsid w:val="00D214FB"/>
    <w:rsid w:val="00D22124"/>
    <w:rsid w:val="00D23561"/>
    <w:rsid w:val="00D23C8F"/>
    <w:rsid w:val="00D24183"/>
    <w:rsid w:val="00D25396"/>
    <w:rsid w:val="00D27ABD"/>
    <w:rsid w:val="00D3035F"/>
    <w:rsid w:val="00D306DF"/>
    <w:rsid w:val="00D30B9D"/>
    <w:rsid w:val="00D314DD"/>
    <w:rsid w:val="00D31C62"/>
    <w:rsid w:val="00D321E8"/>
    <w:rsid w:val="00D33585"/>
    <w:rsid w:val="00D345B7"/>
    <w:rsid w:val="00D352EE"/>
    <w:rsid w:val="00D3630B"/>
    <w:rsid w:val="00D36BD9"/>
    <w:rsid w:val="00D41F4A"/>
    <w:rsid w:val="00D423C0"/>
    <w:rsid w:val="00D42C36"/>
    <w:rsid w:val="00D4586D"/>
    <w:rsid w:val="00D47887"/>
    <w:rsid w:val="00D47A37"/>
    <w:rsid w:val="00D51D91"/>
    <w:rsid w:val="00D520C7"/>
    <w:rsid w:val="00D523CC"/>
    <w:rsid w:val="00D54735"/>
    <w:rsid w:val="00D54A44"/>
    <w:rsid w:val="00D55A79"/>
    <w:rsid w:val="00D568F6"/>
    <w:rsid w:val="00D56C37"/>
    <w:rsid w:val="00D57775"/>
    <w:rsid w:val="00D63B2C"/>
    <w:rsid w:val="00D65208"/>
    <w:rsid w:val="00D66C90"/>
    <w:rsid w:val="00D70B1C"/>
    <w:rsid w:val="00D70E50"/>
    <w:rsid w:val="00D716B2"/>
    <w:rsid w:val="00D71B7D"/>
    <w:rsid w:val="00D7350D"/>
    <w:rsid w:val="00D74F24"/>
    <w:rsid w:val="00D75790"/>
    <w:rsid w:val="00D75E10"/>
    <w:rsid w:val="00D767BB"/>
    <w:rsid w:val="00D76B8B"/>
    <w:rsid w:val="00D76E06"/>
    <w:rsid w:val="00D76EEF"/>
    <w:rsid w:val="00D76F7F"/>
    <w:rsid w:val="00D81684"/>
    <w:rsid w:val="00D8274E"/>
    <w:rsid w:val="00D84D06"/>
    <w:rsid w:val="00D86386"/>
    <w:rsid w:val="00D86811"/>
    <w:rsid w:val="00D86CD0"/>
    <w:rsid w:val="00D90AA7"/>
    <w:rsid w:val="00D90FB0"/>
    <w:rsid w:val="00D91022"/>
    <w:rsid w:val="00D93352"/>
    <w:rsid w:val="00D937E8"/>
    <w:rsid w:val="00D94483"/>
    <w:rsid w:val="00D95394"/>
    <w:rsid w:val="00D9582E"/>
    <w:rsid w:val="00DA0BBC"/>
    <w:rsid w:val="00DA27DA"/>
    <w:rsid w:val="00DA401F"/>
    <w:rsid w:val="00DA4D7B"/>
    <w:rsid w:val="00DA55B4"/>
    <w:rsid w:val="00DA566A"/>
    <w:rsid w:val="00DA585A"/>
    <w:rsid w:val="00DA5EB1"/>
    <w:rsid w:val="00DA61A6"/>
    <w:rsid w:val="00DA628C"/>
    <w:rsid w:val="00DA6718"/>
    <w:rsid w:val="00DB0527"/>
    <w:rsid w:val="00DB4ED3"/>
    <w:rsid w:val="00DB691F"/>
    <w:rsid w:val="00DC0AC2"/>
    <w:rsid w:val="00DC0B28"/>
    <w:rsid w:val="00DC29E6"/>
    <w:rsid w:val="00DC5A30"/>
    <w:rsid w:val="00DC63FE"/>
    <w:rsid w:val="00DC6B03"/>
    <w:rsid w:val="00DC6F18"/>
    <w:rsid w:val="00DD2358"/>
    <w:rsid w:val="00DD2CEB"/>
    <w:rsid w:val="00DD2F19"/>
    <w:rsid w:val="00DD45F9"/>
    <w:rsid w:val="00DD4842"/>
    <w:rsid w:val="00DD574D"/>
    <w:rsid w:val="00DD68B5"/>
    <w:rsid w:val="00DD6EEF"/>
    <w:rsid w:val="00DD7F6D"/>
    <w:rsid w:val="00DE09C6"/>
    <w:rsid w:val="00DE5A26"/>
    <w:rsid w:val="00DE61C3"/>
    <w:rsid w:val="00DE6A5B"/>
    <w:rsid w:val="00DF13B9"/>
    <w:rsid w:val="00DF19A4"/>
    <w:rsid w:val="00DF5F29"/>
    <w:rsid w:val="00DF645F"/>
    <w:rsid w:val="00DF7548"/>
    <w:rsid w:val="00E02C01"/>
    <w:rsid w:val="00E0308B"/>
    <w:rsid w:val="00E03F94"/>
    <w:rsid w:val="00E0505D"/>
    <w:rsid w:val="00E05103"/>
    <w:rsid w:val="00E052CC"/>
    <w:rsid w:val="00E05C76"/>
    <w:rsid w:val="00E06A15"/>
    <w:rsid w:val="00E06D77"/>
    <w:rsid w:val="00E07C7F"/>
    <w:rsid w:val="00E1286C"/>
    <w:rsid w:val="00E128CF"/>
    <w:rsid w:val="00E13DD6"/>
    <w:rsid w:val="00E148FF"/>
    <w:rsid w:val="00E161EE"/>
    <w:rsid w:val="00E164FC"/>
    <w:rsid w:val="00E20C78"/>
    <w:rsid w:val="00E21A2E"/>
    <w:rsid w:val="00E2292E"/>
    <w:rsid w:val="00E2458D"/>
    <w:rsid w:val="00E24ACC"/>
    <w:rsid w:val="00E24D5D"/>
    <w:rsid w:val="00E258BF"/>
    <w:rsid w:val="00E263D2"/>
    <w:rsid w:val="00E27679"/>
    <w:rsid w:val="00E27E63"/>
    <w:rsid w:val="00E310F9"/>
    <w:rsid w:val="00E32707"/>
    <w:rsid w:val="00E3278F"/>
    <w:rsid w:val="00E32817"/>
    <w:rsid w:val="00E328C0"/>
    <w:rsid w:val="00E32C14"/>
    <w:rsid w:val="00E32EC8"/>
    <w:rsid w:val="00E33C22"/>
    <w:rsid w:val="00E358C5"/>
    <w:rsid w:val="00E35A4D"/>
    <w:rsid w:val="00E363B9"/>
    <w:rsid w:val="00E37B95"/>
    <w:rsid w:val="00E4075F"/>
    <w:rsid w:val="00E41671"/>
    <w:rsid w:val="00E419BC"/>
    <w:rsid w:val="00E42A16"/>
    <w:rsid w:val="00E47257"/>
    <w:rsid w:val="00E5202F"/>
    <w:rsid w:val="00E5248F"/>
    <w:rsid w:val="00E56D82"/>
    <w:rsid w:val="00E6177A"/>
    <w:rsid w:val="00E62417"/>
    <w:rsid w:val="00E6745A"/>
    <w:rsid w:val="00E70682"/>
    <w:rsid w:val="00E71072"/>
    <w:rsid w:val="00E736CF"/>
    <w:rsid w:val="00E755DC"/>
    <w:rsid w:val="00E775E1"/>
    <w:rsid w:val="00E84122"/>
    <w:rsid w:val="00E846CA"/>
    <w:rsid w:val="00E869F0"/>
    <w:rsid w:val="00E92755"/>
    <w:rsid w:val="00E93BAF"/>
    <w:rsid w:val="00E947A0"/>
    <w:rsid w:val="00EA0542"/>
    <w:rsid w:val="00EA473F"/>
    <w:rsid w:val="00EA4D72"/>
    <w:rsid w:val="00EA5173"/>
    <w:rsid w:val="00EA5643"/>
    <w:rsid w:val="00EA639A"/>
    <w:rsid w:val="00EA64F0"/>
    <w:rsid w:val="00EA664E"/>
    <w:rsid w:val="00EA6C27"/>
    <w:rsid w:val="00EA7685"/>
    <w:rsid w:val="00EB10B9"/>
    <w:rsid w:val="00EB242F"/>
    <w:rsid w:val="00EB3C70"/>
    <w:rsid w:val="00EB3C7F"/>
    <w:rsid w:val="00EB45DB"/>
    <w:rsid w:val="00EB4D19"/>
    <w:rsid w:val="00EB715B"/>
    <w:rsid w:val="00EC0AF9"/>
    <w:rsid w:val="00EC0C4C"/>
    <w:rsid w:val="00EC13B3"/>
    <w:rsid w:val="00EC1789"/>
    <w:rsid w:val="00EC3FAE"/>
    <w:rsid w:val="00EC4D6B"/>
    <w:rsid w:val="00EC4DE1"/>
    <w:rsid w:val="00EC5191"/>
    <w:rsid w:val="00EC5469"/>
    <w:rsid w:val="00EC6369"/>
    <w:rsid w:val="00EC68FC"/>
    <w:rsid w:val="00ED0FD6"/>
    <w:rsid w:val="00ED27CF"/>
    <w:rsid w:val="00ED2EA8"/>
    <w:rsid w:val="00ED56F6"/>
    <w:rsid w:val="00EE379B"/>
    <w:rsid w:val="00EE512A"/>
    <w:rsid w:val="00EF078A"/>
    <w:rsid w:val="00EF4378"/>
    <w:rsid w:val="00EF454C"/>
    <w:rsid w:val="00EF6F01"/>
    <w:rsid w:val="00EF7B0B"/>
    <w:rsid w:val="00F007D4"/>
    <w:rsid w:val="00F00C35"/>
    <w:rsid w:val="00F01575"/>
    <w:rsid w:val="00F01BBB"/>
    <w:rsid w:val="00F0531A"/>
    <w:rsid w:val="00F05C88"/>
    <w:rsid w:val="00F05D01"/>
    <w:rsid w:val="00F06886"/>
    <w:rsid w:val="00F073E9"/>
    <w:rsid w:val="00F100C5"/>
    <w:rsid w:val="00F10D24"/>
    <w:rsid w:val="00F1178D"/>
    <w:rsid w:val="00F11A11"/>
    <w:rsid w:val="00F1278C"/>
    <w:rsid w:val="00F13D80"/>
    <w:rsid w:val="00F13E4C"/>
    <w:rsid w:val="00F146A5"/>
    <w:rsid w:val="00F15F93"/>
    <w:rsid w:val="00F1619C"/>
    <w:rsid w:val="00F17B56"/>
    <w:rsid w:val="00F20218"/>
    <w:rsid w:val="00F2360D"/>
    <w:rsid w:val="00F23706"/>
    <w:rsid w:val="00F25614"/>
    <w:rsid w:val="00F2715F"/>
    <w:rsid w:val="00F2789C"/>
    <w:rsid w:val="00F3039C"/>
    <w:rsid w:val="00F32C0F"/>
    <w:rsid w:val="00F32EAA"/>
    <w:rsid w:val="00F33C38"/>
    <w:rsid w:val="00F33C41"/>
    <w:rsid w:val="00F35AE4"/>
    <w:rsid w:val="00F35E27"/>
    <w:rsid w:val="00F37527"/>
    <w:rsid w:val="00F41BA9"/>
    <w:rsid w:val="00F469F6"/>
    <w:rsid w:val="00F46F17"/>
    <w:rsid w:val="00F5067E"/>
    <w:rsid w:val="00F518FB"/>
    <w:rsid w:val="00F54F5A"/>
    <w:rsid w:val="00F5504A"/>
    <w:rsid w:val="00F60009"/>
    <w:rsid w:val="00F60DC7"/>
    <w:rsid w:val="00F61C24"/>
    <w:rsid w:val="00F6413F"/>
    <w:rsid w:val="00F67B65"/>
    <w:rsid w:val="00F67D06"/>
    <w:rsid w:val="00F71389"/>
    <w:rsid w:val="00F72A1C"/>
    <w:rsid w:val="00F75397"/>
    <w:rsid w:val="00F76125"/>
    <w:rsid w:val="00F77B93"/>
    <w:rsid w:val="00F81382"/>
    <w:rsid w:val="00F81802"/>
    <w:rsid w:val="00F835D5"/>
    <w:rsid w:val="00F8399D"/>
    <w:rsid w:val="00F847DD"/>
    <w:rsid w:val="00F84A4C"/>
    <w:rsid w:val="00F84C48"/>
    <w:rsid w:val="00F8533C"/>
    <w:rsid w:val="00F86BE8"/>
    <w:rsid w:val="00F87941"/>
    <w:rsid w:val="00F917FB"/>
    <w:rsid w:val="00F969A6"/>
    <w:rsid w:val="00FA122E"/>
    <w:rsid w:val="00FA3F98"/>
    <w:rsid w:val="00FA5988"/>
    <w:rsid w:val="00FA69DB"/>
    <w:rsid w:val="00FA72EB"/>
    <w:rsid w:val="00FB0497"/>
    <w:rsid w:val="00FB1158"/>
    <w:rsid w:val="00FB364A"/>
    <w:rsid w:val="00FB3C03"/>
    <w:rsid w:val="00FB3D43"/>
    <w:rsid w:val="00FB69E6"/>
    <w:rsid w:val="00FC03DB"/>
    <w:rsid w:val="00FC2AE8"/>
    <w:rsid w:val="00FC7B47"/>
    <w:rsid w:val="00FD236D"/>
    <w:rsid w:val="00FD3E23"/>
    <w:rsid w:val="00FD4287"/>
    <w:rsid w:val="00FD56C9"/>
    <w:rsid w:val="00FD7817"/>
    <w:rsid w:val="00FD7D6B"/>
    <w:rsid w:val="00FE2006"/>
    <w:rsid w:val="00FE5D7C"/>
    <w:rsid w:val="00FF305F"/>
    <w:rsid w:val="00FF4BBC"/>
    <w:rsid w:val="00FF4D3E"/>
    <w:rsid w:val="00FF4EAF"/>
    <w:rsid w:val="00FF5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44C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06F7E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06F7E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0E7B97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B8645C"/>
    <w:pPr>
      <w:widowControl w:val="0"/>
      <w:autoSpaceDE w:val="0"/>
      <w:autoSpaceDN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506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506F7E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06F7E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506F7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77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79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6256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5E06"/>
    <w:rPr>
      <w:lang w:eastAsia="en-US"/>
    </w:rPr>
  </w:style>
  <w:style w:type="paragraph" w:styleId="Footer">
    <w:name w:val="footer"/>
    <w:basedOn w:val="Normal"/>
    <w:link w:val="FooterChar"/>
    <w:uiPriority w:val="99"/>
    <w:rsid w:val="00B6256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5E0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7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5FE6E100FA69B6E5D255AE868F3934131D2B24D4951E2C11C98EED67E716D4m6i4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5FE6E100FA69B6E5D255AE868F3934131D2B24D4951E2C11C98EED67E716D46412A82040B89939AA7307m6iE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5FE6E100FA69B6E5D255AE868F3934131D2B24D4951E2C11C98EED67E716D4m6i4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175</Words>
  <Characters>999</Characters>
  <Application>Microsoft Office Outlook</Application>
  <DocSecurity>0</DocSecurity>
  <Lines>0</Lines>
  <Paragraphs>0</Paragraphs>
  <ScaleCrop>false</ScaleCrop>
  <Company>Гостехнадзор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изменения в статью 2 Закона Ульяновской области</dc:title>
  <dc:subject/>
  <dc:creator>Юрист</dc:creator>
  <cp:keywords/>
  <dc:description/>
  <cp:lastModifiedBy>1</cp:lastModifiedBy>
  <cp:revision>3</cp:revision>
  <cp:lastPrinted>2012-12-12T11:21:00Z</cp:lastPrinted>
  <dcterms:created xsi:type="dcterms:W3CDTF">2012-12-12T11:21:00Z</dcterms:created>
  <dcterms:modified xsi:type="dcterms:W3CDTF">2012-12-12T11:51:00Z</dcterms:modified>
</cp:coreProperties>
</file>